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8B0" w:rsidRPr="0036355E" w:rsidRDefault="004858B0" w:rsidP="008B53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8240">
            <v:imagedata r:id="rId7" o:title=""/>
          </v:shape>
        </w:pic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ПРОЕКТ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58B0" w:rsidRPr="0036355E" w:rsidRDefault="004858B0" w:rsidP="006E5DDE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32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4858B0" w:rsidRPr="00161E78" w:rsidRDefault="004858B0" w:rsidP="006E5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58B0" w:rsidRDefault="004858B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декабря  </w:t>
      </w:r>
      <w:r w:rsidRPr="00161E7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61E78">
        <w:rPr>
          <w:rFonts w:ascii="Times New Roman" w:hAnsi="Times New Roman" w:cs="Times New Roman"/>
          <w:sz w:val="28"/>
          <w:szCs w:val="28"/>
        </w:rPr>
        <w:t xml:space="preserve"> г.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61E78">
        <w:rPr>
          <w:rFonts w:ascii="Times New Roman" w:hAnsi="Times New Roman" w:cs="Times New Roman"/>
          <w:sz w:val="28"/>
          <w:szCs w:val="28"/>
        </w:rPr>
        <w:t xml:space="preserve">   № </w:t>
      </w:r>
    </w:p>
    <w:p w:rsidR="004858B0" w:rsidRPr="00161E78" w:rsidRDefault="004858B0" w:rsidP="006E5DD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4858B0" w:rsidRPr="00161E78" w:rsidRDefault="004858B0" w:rsidP="006E5DDE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4858B0" w:rsidRDefault="004858B0" w:rsidP="006E5DDE">
      <w:pPr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4858B0" w:rsidRDefault="004858B0" w:rsidP="006E5DDE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4858B0" w:rsidRPr="009D58BB">
        <w:trPr>
          <w:trHeight w:val="1097"/>
        </w:trPr>
        <w:tc>
          <w:tcPr>
            <w:tcW w:w="9016" w:type="dxa"/>
          </w:tcPr>
          <w:p w:rsidR="004858B0" w:rsidRPr="009D58BB" w:rsidRDefault="004858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21 декабря 2015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 “О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селения Белореченского района 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9D58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год”</w:t>
            </w:r>
          </w:p>
          <w:p w:rsidR="004858B0" w:rsidRPr="009D58BB" w:rsidRDefault="004858B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4858B0" w:rsidRPr="00DD5EF6" w:rsidRDefault="004858B0" w:rsidP="00D111F4">
      <w:pPr>
        <w:pStyle w:val="BodyText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DD5EF6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>
        <w:rPr>
          <w:rFonts w:ascii="Times New Roman" w:hAnsi="Times New Roman" w:cs="Times New Roman"/>
        </w:rPr>
        <w:t>уководствуясь статьей 26 Устава</w:t>
      </w:r>
      <w:r w:rsidRPr="00DD5EF6"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поселения Белореченского района  р е ш и л:</w:t>
      </w:r>
    </w:p>
    <w:p w:rsidR="004858B0" w:rsidRPr="00525406" w:rsidRDefault="004858B0" w:rsidP="00A949C7">
      <w:pPr>
        <w:widowControl w:val="0"/>
        <w:numPr>
          <w:ilvl w:val="0"/>
          <w:numId w:val="3"/>
        </w:numPr>
        <w:shd w:val="clear" w:color="auto" w:fill="FFFFFF"/>
        <w:tabs>
          <w:tab w:val="clear" w:pos="2051"/>
        </w:tabs>
        <w:ind w:left="0" w:right="7" w:firstLine="851"/>
        <w:rPr>
          <w:rFonts w:ascii="Times New Roman" w:hAnsi="Times New Roman" w:cs="Times New Roman"/>
          <w:sz w:val="28"/>
          <w:szCs w:val="28"/>
        </w:rPr>
      </w:pPr>
      <w:r w:rsidRPr="00525406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525406">
        <w:rPr>
          <w:rFonts w:ascii="Times New Roman" w:hAnsi="Times New Roman" w:cs="Times New Roman"/>
          <w:sz w:val="28"/>
          <w:szCs w:val="28"/>
        </w:rPr>
        <w:t>сельского поселения Белореч</w:t>
      </w:r>
      <w:r>
        <w:rPr>
          <w:rFonts w:ascii="Times New Roman" w:hAnsi="Times New Roman" w:cs="Times New Roman"/>
          <w:sz w:val="28"/>
          <w:szCs w:val="28"/>
        </w:rPr>
        <w:t>енского района от 21</w:t>
      </w:r>
      <w:r w:rsidRPr="00525406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25406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69</w:t>
      </w:r>
      <w:r w:rsidRPr="00525406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525406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25406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4858B0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C36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меньш</w:t>
      </w:r>
      <w:r w:rsidRPr="00DC3677">
        <w:rPr>
          <w:rFonts w:ascii="Times New Roman" w:hAnsi="Times New Roman" w:cs="Times New Roman"/>
          <w:sz w:val="28"/>
          <w:szCs w:val="28"/>
        </w:rPr>
        <w:t>ить годовые бюджетные назначения</w:t>
      </w:r>
      <w:r>
        <w:rPr>
          <w:rFonts w:ascii="Times New Roman" w:hAnsi="Times New Roman" w:cs="Times New Roman"/>
          <w:sz w:val="28"/>
          <w:szCs w:val="28"/>
        </w:rPr>
        <w:t xml:space="preserve"> по доходам </w:t>
      </w:r>
      <w:r w:rsidRPr="00DC3677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     413 000,00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4858B0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961A2"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343676">
        <w:rPr>
          <w:rFonts w:ascii="Times New Roman" w:hAnsi="Times New Roman" w:cs="Times New Roman"/>
          <w:sz w:val="28"/>
          <w:szCs w:val="28"/>
        </w:rPr>
        <w:t xml:space="preserve"> </w:t>
      </w:r>
      <w:r w:rsidRPr="00C31DEB">
        <w:rPr>
          <w:rFonts w:ascii="Times New Roman" w:hAnsi="Times New Roman" w:cs="Times New Roman"/>
          <w:sz w:val="28"/>
          <w:szCs w:val="28"/>
        </w:rPr>
        <w:t>1 01 02000 01 0000 110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31DEB"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283 000 рублей,</w:t>
      </w:r>
    </w:p>
    <w:p w:rsidR="004858B0" w:rsidRPr="00312F27" w:rsidRDefault="004858B0" w:rsidP="00A949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2F2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1 06 06043 10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физических лиц,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130 000,00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8B0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6416E">
        <w:rPr>
          <w:rFonts w:ascii="Times New Roman" w:hAnsi="Times New Roman" w:cs="Times New Roman"/>
          <w:sz w:val="28"/>
          <w:szCs w:val="28"/>
        </w:rPr>
        <w:t>.2.</w:t>
      </w:r>
      <w:r w:rsidRPr="00DC3677">
        <w:rPr>
          <w:rFonts w:ascii="Times New Roman" w:hAnsi="Times New Roman" w:cs="Times New Roman"/>
          <w:sz w:val="28"/>
          <w:szCs w:val="28"/>
        </w:rPr>
        <w:t xml:space="preserve">Увеличить годовые бюджетные назначения </w:t>
      </w: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Pr="00DC3677">
        <w:rPr>
          <w:rFonts w:ascii="Times New Roman" w:hAnsi="Times New Roman" w:cs="Times New Roman"/>
          <w:sz w:val="28"/>
          <w:szCs w:val="28"/>
        </w:rPr>
        <w:t>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6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413 000,00 рублей:</w:t>
      </w:r>
    </w:p>
    <w:p w:rsidR="004858B0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 w:rsidRPr="00F06F66">
        <w:rPr>
          <w:rFonts w:ascii="Times New Roman" w:hAnsi="Times New Roman" w:cs="Times New Roman"/>
          <w:sz w:val="28"/>
          <w:szCs w:val="28"/>
        </w:rPr>
        <w:t xml:space="preserve"> 1 03 02230 01 0000 110</w:t>
      </w:r>
      <w:r>
        <w:rPr>
          <w:rFonts w:ascii="Times New Roman" w:hAnsi="Times New Roman" w:cs="Times New Roman"/>
          <w:sz w:val="28"/>
          <w:szCs w:val="28"/>
        </w:rPr>
        <w:t xml:space="preserve">  - «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F06F66">
        <w:rPr>
          <w:rFonts w:ascii="Times New Roman" w:hAnsi="Times New Roman" w:cs="Times New Roman"/>
          <w:color w:val="000000"/>
          <w:sz w:val="28"/>
          <w:szCs w:val="28"/>
        </w:rPr>
        <w:t>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88 000,00 рублей,</w:t>
      </w:r>
    </w:p>
    <w:p w:rsidR="004858B0" w:rsidRDefault="004858B0" w:rsidP="00A949C7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коду</w:t>
      </w:r>
      <w:r w:rsidRPr="00125128">
        <w:rPr>
          <w:rFonts w:ascii="Times New Roman" w:hAnsi="Times New Roman" w:cs="Times New Roman"/>
          <w:sz w:val="28"/>
          <w:szCs w:val="28"/>
        </w:rPr>
        <w:t xml:space="preserve"> доходов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422E">
        <w:rPr>
          <w:rFonts w:ascii="Times New Roman" w:hAnsi="Times New Roman" w:cs="Times New Roman"/>
          <w:sz w:val="28"/>
          <w:szCs w:val="28"/>
        </w:rPr>
        <w:t>1 06 01030 10 0000 110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422E">
        <w:rPr>
          <w:rFonts w:ascii="Times New Roman" w:hAnsi="Times New Roman" w:cs="Times New Roman"/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8"/>
          <w:szCs w:val="28"/>
        </w:rPr>
        <w:t>»  в сумме 90 000,00 рублей,</w:t>
      </w:r>
    </w:p>
    <w:p w:rsidR="004858B0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</w:t>
      </w:r>
      <w:r>
        <w:rPr>
          <w:rFonts w:ascii="Times New Roman" w:hAnsi="Times New Roman" w:cs="Times New Roman"/>
          <w:sz w:val="28"/>
          <w:szCs w:val="28"/>
        </w:rPr>
        <w:t xml:space="preserve">ов 1 06 06033 10 </w:t>
      </w:r>
      <w:r w:rsidRPr="00D748C8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sz w:val="28"/>
          <w:szCs w:val="28"/>
        </w:rPr>
        <w:t>110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емельный налог с организаций,  обладающих земельным участком,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748C8">
        <w:rPr>
          <w:rFonts w:ascii="Times New Roman" w:hAnsi="Times New Roman" w:cs="Times New Roman"/>
          <w:color w:val="000000"/>
          <w:sz w:val="28"/>
          <w:szCs w:val="28"/>
        </w:rPr>
        <w:t>расположенным в границах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>» в сумме 220 000,00 рублей,</w:t>
      </w:r>
    </w:p>
    <w:p w:rsidR="004858B0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4)  </w:t>
      </w:r>
      <w:r w:rsidRPr="007048B9">
        <w:rPr>
          <w:rFonts w:ascii="Times New Roman" w:hAnsi="Times New Roman" w:cs="Times New Roman"/>
          <w:sz w:val="28"/>
          <w:szCs w:val="28"/>
        </w:rPr>
        <w:t>по коду доходов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43676">
        <w:rPr>
          <w:rFonts w:ascii="Times New Roman" w:hAnsi="Times New Roman" w:cs="Times New Roman"/>
          <w:sz w:val="28"/>
          <w:szCs w:val="28"/>
        </w:rPr>
        <w:t>1 11 05035 10 0000 120</w:t>
      </w:r>
      <w:r>
        <w:rPr>
          <w:rFonts w:ascii="Times New Roman" w:hAnsi="Times New Roman" w:cs="Times New Roman"/>
          <w:sz w:val="28"/>
          <w:szCs w:val="28"/>
        </w:rPr>
        <w:t xml:space="preserve"> – «</w:t>
      </w:r>
      <w:r w:rsidRPr="0082011E">
        <w:rPr>
          <w:rFonts w:ascii="Times New Roman" w:hAnsi="Times New Roman" w:cs="Times New Roman"/>
          <w:sz w:val="28"/>
          <w:szCs w:val="28"/>
        </w:rPr>
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 w:cs="Times New Roman"/>
          <w:sz w:val="28"/>
          <w:szCs w:val="28"/>
        </w:rPr>
        <w:t>» в сумме 10 000,00 рублей,</w:t>
      </w:r>
    </w:p>
    <w:p w:rsidR="004858B0" w:rsidRPr="00DA529D" w:rsidRDefault="004858B0" w:rsidP="00A949C7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6416E">
        <w:rPr>
          <w:rFonts w:ascii="Times New Roman" w:hAnsi="Times New Roman" w:cs="Times New Roman"/>
          <w:sz w:val="28"/>
          <w:szCs w:val="28"/>
        </w:rPr>
        <w:t>по коду доходов</w:t>
      </w:r>
      <w:r w:rsidRPr="009A3D1C"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 xml:space="preserve">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51040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420BC9">
        <w:rPr>
          <w:rFonts w:ascii="Times New Roman" w:hAnsi="Times New Roman" w:cs="Times New Roman"/>
          <w:sz w:val="28"/>
          <w:szCs w:val="28"/>
        </w:rPr>
        <w:t xml:space="preserve"> </w:t>
      </w:r>
      <w:r w:rsidRPr="009A3D1C">
        <w:rPr>
          <w:rFonts w:ascii="Times New Roman" w:hAnsi="Times New Roman" w:cs="Times New Roman"/>
          <w:sz w:val="28"/>
          <w:szCs w:val="28"/>
        </w:rPr>
        <w:t>0000 140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A3D1C">
        <w:t xml:space="preserve"> </w:t>
      </w:r>
      <w:r w:rsidRPr="00420BC9">
        <w:rPr>
          <w:rFonts w:ascii="Times New Roman" w:hAnsi="Times New Roman" w:cs="Times New Roman"/>
          <w:sz w:val="28"/>
          <w:szCs w:val="28"/>
        </w:rPr>
        <w:t xml:space="preserve">«Денежные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</w:r>
      <w:r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420BC9">
        <w:rPr>
          <w:rFonts w:ascii="Times New Roman" w:hAnsi="Times New Roman" w:cs="Times New Roman"/>
          <w:sz w:val="28"/>
          <w:szCs w:val="28"/>
        </w:rPr>
        <w:t>поселений</w:t>
      </w:r>
      <w:r>
        <w:rPr>
          <w:rFonts w:ascii="Times New Roman" w:hAnsi="Times New Roman" w:cs="Times New Roman"/>
          <w:sz w:val="28"/>
          <w:szCs w:val="28"/>
        </w:rPr>
        <w:t>» в сумме 5 000,00 рублей.</w:t>
      </w:r>
    </w:p>
    <w:p w:rsidR="004858B0" w:rsidRPr="0093387D" w:rsidRDefault="004858B0" w:rsidP="00A949C7">
      <w:pPr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93387D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 в приложения № </w:t>
      </w:r>
      <w:r>
        <w:rPr>
          <w:rFonts w:ascii="Times New Roman" w:hAnsi="Times New Roman" w:cs="Times New Roman"/>
          <w:sz w:val="28"/>
          <w:szCs w:val="28"/>
        </w:rPr>
        <w:t>2 изложив его в новой редакции (прилагаются)</w:t>
      </w:r>
      <w:r w:rsidRPr="0093387D">
        <w:rPr>
          <w:rFonts w:ascii="Times New Roman" w:hAnsi="Times New Roman" w:cs="Times New Roman"/>
          <w:sz w:val="28"/>
          <w:szCs w:val="28"/>
        </w:rPr>
        <w:t>.</w:t>
      </w:r>
    </w:p>
    <w:p w:rsidR="004858B0" w:rsidRDefault="004858B0" w:rsidP="00A949C7">
      <w:pPr>
        <w:pStyle w:val="ConsNormal"/>
        <w:widowControl/>
        <w:tabs>
          <w:tab w:val="left" w:pos="0"/>
          <w:tab w:val="left" w:pos="3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 в установленном порядке.</w:t>
      </w:r>
    </w:p>
    <w:p w:rsidR="004858B0" w:rsidRDefault="004858B0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4</w:t>
      </w:r>
      <w:r w:rsidRPr="00DD5EF6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 опубликования.</w:t>
      </w:r>
    </w:p>
    <w:p w:rsidR="004858B0" w:rsidRDefault="004858B0" w:rsidP="00A949C7">
      <w:pPr>
        <w:pStyle w:val="ConsNormal"/>
        <w:widowControl/>
        <w:tabs>
          <w:tab w:val="left" w:pos="-540"/>
          <w:tab w:val="left" w:pos="360"/>
          <w:tab w:val="left" w:pos="540"/>
          <w:tab w:val="left" w:pos="960"/>
        </w:tabs>
        <w:ind w:right="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4858B0" w:rsidRDefault="004858B0" w:rsidP="00A40FA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     Председатель Совета                                     </w:t>
      </w:r>
    </w:p>
    <w:p w:rsidR="004858B0" w:rsidRDefault="004858B0" w:rsidP="00A40FA9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         Школьненского сельского поселения</w:t>
      </w:r>
    </w:p>
    <w:p w:rsidR="004858B0" w:rsidRDefault="004858B0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Белореченского района</w:t>
      </w:r>
    </w:p>
    <w:p w:rsidR="004858B0" w:rsidRDefault="004858B0" w:rsidP="00A40FA9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p w:rsidR="004858B0" w:rsidRPr="00DD5EF6" w:rsidRDefault="004858B0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4858B0" w:rsidRPr="00DD5EF6" w:rsidSect="00A40FA9">
      <w:headerReference w:type="default" r:id="rId8"/>
      <w:pgSz w:w="11906" w:h="16838"/>
      <w:pgMar w:top="113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8B0" w:rsidRDefault="004858B0" w:rsidP="00B57B3B">
      <w:r>
        <w:separator/>
      </w:r>
    </w:p>
  </w:endnote>
  <w:endnote w:type="continuationSeparator" w:id="0">
    <w:p w:rsidR="004858B0" w:rsidRDefault="004858B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8B0" w:rsidRDefault="004858B0" w:rsidP="00B57B3B">
      <w:r>
        <w:separator/>
      </w:r>
    </w:p>
  </w:footnote>
  <w:footnote w:type="continuationSeparator" w:id="0">
    <w:p w:rsidR="004858B0" w:rsidRDefault="004858B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8B0" w:rsidRPr="003139BC" w:rsidRDefault="004858B0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4858B0" w:rsidRDefault="004858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728C26B9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4">
    <w:nsid w:val="777E6737"/>
    <w:multiLevelType w:val="multilevel"/>
    <w:tmpl w:val="04708954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126E8"/>
    <w:rsid w:val="00013D4C"/>
    <w:rsid w:val="00013FC8"/>
    <w:rsid w:val="0001562E"/>
    <w:rsid w:val="00017DF0"/>
    <w:rsid w:val="0002516C"/>
    <w:rsid w:val="00025588"/>
    <w:rsid w:val="00030337"/>
    <w:rsid w:val="00035659"/>
    <w:rsid w:val="00044004"/>
    <w:rsid w:val="00054A0C"/>
    <w:rsid w:val="000555BA"/>
    <w:rsid w:val="00065DB0"/>
    <w:rsid w:val="000745B1"/>
    <w:rsid w:val="000775A2"/>
    <w:rsid w:val="00083738"/>
    <w:rsid w:val="00084484"/>
    <w:rsid w:val="0009154D"/>
    <w:rsid w:val="000923C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0E209B"/>
    <w:rsid w:val="00111AC0"/>
    <w:rsid w:val="00115181"/>
    <w:rsid w:val="00115322"/>
    <w:rsid w:val="001177DA"/>
    <w:rsid w:val="00121EF8"/>
    <w:rsid w:val="00122F78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6739"/>
    <w:rsid w:val="00193192"/>
    <w:rsid w:val="0019405F"/>
    <w:rsid w:val="00194CE4"/>
    <w:rsid w:val="001A296A"/>
    <w:rsid w:val="001A6510"/>
    <w:rsid w:val="001A6D2F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C7ACB"/>
    <w:rsid w:val="001D0B4A"/>
    <w:rsid w:val="001D3FAB"/>
    <w:rsid w:val="001D481B"/>
    <w:rsid w:val="001D7C02"/>
    <w:rsid w:val="001E1C9B"/>
    <w:rsid w:val="001E33FB"/>
    <w:rsid w:val="001E3D89"/>
    <w:rsid w:val="00200CA1"/>
    <w:rsid w:val="00201C86"/>
    <w:rsid w:val="00203FD5"/>
    <w:rsid w:val="00210A11"/>
    <w:rsid w:val="00221DB4"/>
    <w:rsid w:val="00233C0A"/>
    <w:rsid w:val="00235D26"/>
    <w:rsid w:val="0023657E"/>
    <w:rsid w:val="00237868"/>
    <w:rsid w:val="00237D39"/>
    <w:rsid w:val="0024164B"/>
    <w:rsid w:val="0024297E"/>
    <w:rsid w:val="002504D7"/>
    <w:rsid w:val="00253C20"/>
    <w:rsid w:val="00255B84"/>
    <w:rsid w:val="00260F0C"/>
    <w:rsid w:val="00271227"/>
    <w:rsid w:val="00271568"/>
    <w:rsid w:val="00273879"/>
    <w:rsid w:val="00276C40"/>
    <w:rsid w:val="002849D9"/>
    <w:rsid w:val="00284D12"/>
    <w:rsid w:val="00285B2C"/>
    <w:rsid w:val="002942FA"/>
    <w:rsid w:val="002A2BBD"/>
    <w:rsid w:val="002A3252"/>
    <w:rsid w:val="002B1960"/>
    <w:rsid w:val="002B1AF6"/>
    <w:rsid w:val="002C1A75"/>
    <w:rsid w:val="002C350E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01EB2"/>
    <w:rsid w:val="00312F27"/>
    <w:rsid w:val="003139BC"/>
    <w:rsid w:val="003153D4"/>
    <w:rsid w:val="00315D3B"/>
    <w:rsid w:val="00316749"/>
    <w:rsid w:val="00321CF9"/>
    <w:rsid w:val="00326F5E"/>
    <w:rsid w:val="00327591"/>
    <w:rsid w:val="003372C6"/>
    <w:rsid w:val="00343676"/>
    <w:rsid w:val="003530AB"/>
    <w:rsid w:val="00353935"/>
    <w:rsid w:val="003542ED"/>
    <w:rsid w:val="00355001"/>
    <w:rsid w:val="0036355E"/>
    <w:rsid w:val="003637DC"/>
    <w:rsid w:val="00367577"/>
    <w:rsid w:val="00367A8B"/>
    <w:rsid w:val="00367F21"/>
    <w:rsid w:val="00371E03"/>
    <w:rsid w:val="00394308"/>
    <w:rsid w:val="00395B22"/>
    <w:rsid w:val="00397A9A"/>
    <w:rsid w:val="003A0C18"/>
    <w:rsid w:val="003A1637"/>
    <w:rsid w:val="003B31B8"/>
    <w:rsid w:val="003B5708"/>
    <w:rsid w:val="003B6688"/>
    <w:rsid w:val="003B7053"/>
    <w:rsid w:val="003C635D"/>
    <w:rsid w:val="003E4804"/>
    <w:rsid w:val="003F181F"/>
    <w:rsid w:val="00410F52"/>
    <w:rsid w:val="0041238D"/>
    <w:rsid w:val="0041244D"/>
    <w:rsid w:val="0041759B"/>
    <w:rsid w:val="00420BC9"/>
    <w:rsid w:val="00434016"/>
    <w:rsid w:val="00444314"/>
    <w:rsid w:val="00445A46"/>
    <w:rsid w:val="00445D9C"/>
    <w:rsid w:val="004517E4"/>
    <w:rsid w:val="0045431B"/>
    <w:rsid w:val="0046258A"/>
    <w:rsid w:val="004728DB"/>
    <w:rsid w:val="00477148"/>
    <w:rsid w:val="004846F0"/>
    <w:rsid w:val="004858B0"/>
    <w:rsid w:val="00486674"/>
    <w:rsid w:val="004869BB"/>
    <w:rsid w:val="00490118"/>
    <w:rsid w:val="00492F4E"/>
    <w:rsid w:val="00497319"/>
    <w:rsid w:val="00497BC7"/>
    <w:rsid w:val="004A259A"/>
    <w:rsid w:val="004A7390"/>
    <w:rsid w:val="004B1AB3"/>
    <w:rsid w:val="004B4354"/>
    <w:rsid w:val="004C4728"/>
    <w:rsid w:val="004C6CEC"/>
    <w:rsid w:val="004D3045"/>
    <w:rsid w:val="004D3AB9"/>
    <w:rsid w:val="004D5228"/>
    <w:rsid w:val="004F324E"/>
    <w:rsid w:val="004F39C5"/>
    <w:rsid w:val="004F5523"/>
    <w:rsid w:val="004F7027"/>
    <w:rsid w:val="0050053D"/>
    <w:rsid w:val="00505CF9"/>
    <w:rsid w:val="00507A5E"/>
    <w:rsid w:val="005118AD"/>
    <w:rsid w:val="00511F3E"/>
    <w:rsid w:val="00513217"/>
    <w:rsid w:val="00513393"/>
    <w:rsid w:val="00517464"/>
    <w:rsid w:val="0052009A"/>
    <w:rsid w:val="00521F62"/>
    <w:rsid w:val="00525406"/>
    <w:rsid w:val="00530999"/>
    <w:rsid w:val="00530DAE"/>
    <w:rsid w:val="00535EDA"/>
    <w:rsid w:val="00541885"/>
    <w:rsid w:val="0054211B"/>
    <w:rsid w:val="00542C7C"/>
    <w:rsid w:val="00551B85"/>
    <w:rsid w:val="00552E1B"/>
    <w:rsid w:val="005573B4"/>
    <w:rsid w:val="00557B0E"/>
    <w:rsid w:val="0056026D"/>
    <w:rsid w:val="005738FE"/>
    <w:rsid w:val="00574C69"/>
    <w:rsid w:val="0057516E"/>
    <w:rsid w:val="00580429"/>
    <w:rsid w:val="0059421D"/>
    <w:rsid w:val="0059734A"/>
    <w:rsid w:val="00597708"/>
    <w:rsid w:val="005A47DD"/>
    <w:rsid w:val="005A573F"/>
    <w:rsid w:val="005B02F1"/>
    <w:rsid w:val="005C34BC"/>
    <w:rsid w:val="005C41A2"/>
    <w:rsid w:val="005D15F9"/>
    <w:rsid w:val="005D6E64"/>
    <w:rsid w:val="005D7FF2"/>
    <w:rsid w:val="005E366B"/>
    <w:rsid w:val="005E3BA4"/>
    <w:rsid w:val="005E7F55"/>
    <w:rsid w:val="005F3F0F"/>
    <w:rsid w:val="005F6498"/>
    <w:rsid w:val="006078D7"/>
    <w:rsid w:val="00613DA6"/>
    <w:rsid w:val="006142AF"/>
    <w:rsid w:val="00614C6B"/>
    <w:rsid w:val="006301B3"/>
    <w:rsid w:val="006331F8"/>
    <w:rsid w:val="006447A9"/>
    <w:rsid w:val="006454C5"/>
    <w:rsid w:val="00654C50"/>
    <w:rsid w:val="006602EC"/>
    <w:rsid w:val="00661166"/>
    <w:rsid w:val="00663EEA"/>
    <w:rsid w:val="00665A87"/>
    <w:rsid w:val="00666779"/>
    <w:rsid w:val="006719EC"/>
    <w:rsid w:val="00676CA9"/>
    <w:rsid w:val="00687224"/>
    <w:rsid w:val="006A182E"/>
    <w:rsid w:val="006A47E2"/>
    <w:rsid w:val="006B10A2"/>
    <w:rsid w:val="006B2EAF"/>
    <w:rsid w:val="006B578C"/>
    <w:rsid w:val="006B708B"/>
    <w:rsid w:val="006C1614"/>
    <w:rsid w:val="006D2C1D"/>
    <w:rsid w:val="006D5CD3"/>
    <w:rsid w:val="006D6DDE"/>
    <w:rsid w:val="006D7B65"/>
    <w:rsid w:val="006E5DDE"/>
    <w:rsid w:val="006E6C97"/>
    <w:rsid w:val="006F5564"/>
    <w:rsid w:val="007005AD"/>
    <w:rsid w:val="007010A4"/>
    <w:rsid w:val="00701E65"/>
    <w:rsid w:val="007045D2"/>
    <w:rsid w:val="007048B9"/>
    <w:rsid w:val="0072038E"/>
    <w:rsid w:val="00723EB8"/>
    <w:rsid w:val="00736985"/>
    <w:rsid w:val="007375DE"/>
    <w:rsid w:val="007413D2"/>
    <w:rsid w:val="00746BF8"/>
    <w:rsid w:val="00747151"/>
    <w:rsid w:val="00755BDB"/>
    <w:rsid w:val="00757C2D"/>
    <w:rsid w:val="007630D3"/>
    <w:rsid w:val="00764E8A"/>
    <w:rsid w:val="00765920"/>
    <w:rsid w:val="00767039"/>
    <w:rsid w:val="00767498"/>
    <w:rsid w:val="00770682"/>
    <w:rsid w:val="007747C1"/>
    <w:rsid w:val="00775D70"/>
    <w:rsid w:val="00777B45"/>
    <w:rsid w:val="007805A2"/>
    <w:rsid w:val="00783472"/>
    <w:rsid w:val="007A1FD1"/>
    <w:rsid w:val="007A6B19"/>
    <w:rsid w:val="007B68AC"/>
    <w:rsid w:val="007C0ACC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11E"/>
    <w:rsid w:val="0082078B"/>
    <w:rsid w:val="008209EF"/>
    <w:rsid w:val="00822DCF"/>
    <w:rsid w:val="0082327B"/>
    <w:rsid w:val="00831316"/>
    <w:rsid w:val="008318BA"/>
    <w:rsid w:val="00835B3F"/>
    <w:rsid w:val="0083711D"/>
    <w:rsid w:val="00837798"/>
    <w:rsid w:val="0084153A"/>
    <w:rsid w:val="00843519"/>
    <w:rsid w:val="00843D76"/>
    <w:rsid w:val="00844CCB"/>
    <w:rsid w:val="008507AF"/>
    <w:rsid w:val="0085170F"/>
    <w:rsid w:val="00852757"/>
    <w:rsid w:val="00854DFD"/>
    <w:rsid w:val="0085545F"/>
    <w:rsid w:val="00862DE5"/>
    <w:rsid w:val="00871377"/>
    <w:rsid w:val="00873896"/>
    <w:rsid w:val="00875421"/>
    <w:rsid w:val="00881148"/>
    <w:rsid w:val="00882A64"/>
    <w:rsid w:val="00883DDB"/>
    <w:rsid w:val="00886416"/>
    <w:rsid w:val="00891B51"/>
    <w:rsid w:val="008961A2"/>
    <w:rsid w:val="00896DCC"/>
    <w:rsid w:val="00897E7A"/>
    <w:rsid w:val="008A0B89"/>
    <w:rsid w:val="008A4D2D"/>
    <w:rsid w:val="008B4059"/>
    <w:rsid w:val="008B5349"/>
    <w:rsid w:val="008B6240"/>
    <w:rsid w:val="008B76CE"/>
    <w:rsid w:val="008C03E5"/>
    <w:rsid w:val="008C2BFE"/>
    <w:rsid w:val="008C79D6"/>
    <w:rsid w:val="008D0A0F"/>
    <w:rsid w:val="008D211D"/>
    <w:rsid w:val="008D4B38"/>
    <w:rsid w:val="008D4E4F"/>
    <w:rsid w:val="008D554F"/>
    <w:rsid w:val="008E12FA"/>
    <w:rsid w:val="008E305D"/>
    <w:rsid w:val="008E4C84"/>
    <w:rsid w:val="008E7572"/>
    <w:rsid w:val="008F1D5E"/>
    <w:rsid w:val="008F277A"/>
    <w:rsid w:val="00901198"/>
    <w:rsid w:val="009037DC"/>
    <w:rsid w:val="00903806"/>
    <w:rsid w:val="00907184"/>
    <w:rsid w:val="00910611"/>
    <w:rsid w:val="0091129A"/>
    <w:rsid w:val="0092011B"/>
    <w:rsid w:val="009220CE"/>
    <w:rsid w:val="00922148"/>
    <w:rsid w:val="00922DD3"/>
    <w:rsid w:val="00925652"/>
    <w:rsid w:val="009307A5"/>
    <w:rsid w:val="009309B9"/>
    <w:rsid w:val="0093116D"/>
    <w:rsid w:val="009319DB"/>
    <w:rsid w:val="0093387D"/>
    <w:rsid w:val="0093779D"/>
    <w:rsid w:val="00941035"/>
    <w:rsid w:val="00942409"/>
    <w:rsid w:val="00945017"/>
    <w:rsid w:val="00950B72"/>
    <w:rsid w:val="00952021"/>
    <w:rsid w:val="00957CB9"/>
    <w:rsid w:val="00965867"/>
    <w:rsid w:val="00971CA8"/>
    <w:rsid w:val="00972EDB"/>
    <w:rsid w:val="00973D54"/>
    <w:rsid w:val="009752B5"/>
    <w:rsid w:val="00976523"/>
    <w:rsid w:val="00987858"/>
    <w:rsid w:val="009959A2"/>
    <w:rsid w:val="009A223F"/>
    <w:rsid w:val="009A27D5"/>
    <w:rsid w:val="009A3D1C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0DC"/>
    <w:rsid w:val="009D6F55"/>
    <w:rsid w:val="009E52A0"/>
    <w:rsid w:val="009E53F2"/>
    <w:rsid w:val="009E6447"/>
    <w:rsid w:val="009E69D6"/>
    <w:rsid w:val="009E7861"/>
    <w:rsid w:val="00A028CD"/>
    <w:rsid w:val="00A14C04"/>
    <w:rsid w:val="00A22233"/>
    <w:rsid w:val="00A224F0"/>
    <w:rsid w:val="00A31EB4"/>
    <w:rsid w:val="00A33813"/>
    <w:rsid w:val="00A408B0"/>
    <w:rsid w:val="00A40FA9"/>
    <w:rsid w:val="00A4200A"/>
    <w:rsid w:val="00A45084"/>
    <w:rsid w:val="00A5653B"/>
    <w:rsid w:val="00A5786A"/>
    <w:rsid w:val="00A60D9F"/>
    <w:rsid w:val="00A65FE7"/>
    <w:rsid w:val="00A674A9"/>
    <w:rsid w:val="00A72975"/>
    <w:rsid w:val="00A850DC"/>
    <w:rsid w:val="00A927CD"/>
    <w:rsid w:val="00A949C7"/>
    <w:rsid w:val="00A95D0E"/>
    <w:rsid w:val="00A969F6"/>
    <w:rsid w:val="00AB3310"/>
    <w:rsid w:val="00AC3B6A"/>
    <w:rsid w:val="00AD1D8E"/>
    <w:rsid w:val="00AD218C"/>
    <w:rsid w:val="00AD5AD8"/>
    <w:rsid w:val="00AE5C61"/>
    <w:rsid w:val="00AE7999"/>
    <w:rsid w:val="00AF07F8"/>
    <w:rsid w:val="00AF5037"/>
    <w:rsid w:val="00AF6990"/>
    <w:rsid w:val="00AF7645"/>
    <w:rsid w:val="00B03D3F"/>
    <w:rsid w:val="00B06201"/>
    <w:rsid w:val="00B104D1"/>
    <w:rsid w:val="00B13DE0"/>
    <w:rsid w:val="00B1650C"/>
    <w:rsid w:val="00B20736"/>
    <w:rsid w:val="00B2766A"/>
    <w:rsid w:val="00B314C6"/>
    <w:rsid w:val="00B31CBE"/>
    <w:rsid w:val="00B3353F"/>
    <w:rsid w:val="00B33E9C"/>
    <w:rsid w:val="00B34727"/>
    <w:rsid w:val="00B34945"/>
    <w:rsid w:val="00B4514E"/>
    <w:rsid w:val="00B47643"/>
    <w:rsid w:val="00B50934"/>
    <w:rsid w:val="00B51340"/>
    <w:rsid w:val="00B52B38"/>
    <w:rsid w:val="00B52C91"/>
    <w:rsid w:val="00B54EEA"/>
    <w:rsid w:val="00B55865"/>
    <w:rsid w:val="00B57B3B"/>
    <w:rsid w:val="00B644DA"/>
    <w:rsid w:val="00B66A98"/>
    <w:rsid w:val="00B6740D"/>
    <w:rsid w:val="00B82371"/>
    <w:rsid w:val="00B82B12"/>
    <w:rsid w:val="00B839C1"/>
    <w:rsid w:val="00B93251"/>
    <w:rsid w:val="00B93C4A"/>
    <w:rsid w:val="00B9683F"/>
    <w:rsid w:val="00BA0CB7"/>
    <w:rsid w:val="00BA2F98"/>
    <w:rsid w:val="00BA3427"/>
    <w:rsid w:val="00BA4C14"/>
    <w:rsid w:val="00BA5363"/>
    <w:rsid w:val="00BB0BAB"/>
    <w:rsid w:val="00BB3922"/>
    <w:rsid w:val="00BB4D94"/>
    <w:rsid w:val="00BB7C74"/>
    <w:rsid w:val="00BC1663"/>
    <w:rsid w:val="00BC1BC1"/>
    <w:rsid w:val="00BC609A"/>
    <w:rsid w:val="00BC7426"/>
    <w:rsid w:val="00BD0C81"/>
    <w:rsid w:val="00BE4009"/>
    <w:rsid w:val="00BE528A"/>
    <w:rsid w:val="00BE7CE4"/>
    <w:rsid w:val="00BF614C"/>
    <w:rsid w:val="00C02739"/>
    <w:rsid w:val="00C028D7"/>
    <w:rsid w:val="00C047DB"/>
    <w:rsid w:val="00C062FA"/>
    <w:rsid w:val="00C10616"/>
    <w:rsid w:val="00C31DEB"/>
    <w:rsid w:val="00C32E45"/>
    <w:rsid w:val="00C34742"/>
    <w:rsid w:val="00C351E8"/>
    <w:rsid w:val="00C35EE9"/>
    <w:rsid w:val="00C402FB"/>
    <w:rsid w:val="00C42E64"/>
    <w:rsid w:val="00C57BBA"/>
    <w:rsid w:val="00C64896"/>
    <w:rsid w:val="00C6531B"/>
    <w:rsid w:val="00C70AF5"/>
    <w:rsid w:val="00C83D91"/>
    <w:rsid w:val="00C9011F"/>
    <w:rsid w:val="00C90DBC"/>
    <w:rsid w:val="00C94739"/>
    <w:rsid w:val="00C96B0F"/>
    <w:rsid w:val="00CB0377"/>
    <w:rsid w:val="00CB06B6"/>
    <w:rsid w:val="00CB3011"/>
    <w:rsid w:val="00CB33DF"/>
    <w:rsid w:val="00CB5FE9"/>
    <w:rsid w:val="00CC2119"/>
    <w:rsid w:val="00CC4FB0"/>
    <w:rsid w:val="00CC652E"/>
    <w:rsid w:val="00CD027C"/>
    <w:rsid w:val="00CD4EEC"/>
    <w:rsid w:val="00CD6630"/>
    <w:rsid w:val="00CD6CEB"/>
    <w:rsid w:val="00CE31CD"/>
    <w:rsid w:val="00CE3EBE"/>
    <w:rsid w:val="00CE688A"/>
    <w:rsid w:val="00CF5602"/>
    <w:rsid w:val="00D111F4"/>
    <w:rsid w:val="00D117B8"/>
    <w:rsid w:val="00D348D8"/>
    <w:rsid w:val="00D35DB7"/>
    <w:rsid w:val="00D36B4C"/>
    <w:rsid w:val="00D36FFB"/>
    <w:rsid w:val="00D50041"/>
    <w:rsid w:val="00D50E4C"/>
    <w:rsid w:val="00D564D9"/>
    <w:rsid w:val="00D57B1F"/>
    <w:rsid w:val="00D57DB8"/>
    <w:rsid w:val="00D6063D"/>
    <w:rsid w:val="00D61196"/>
    <w:rsid w:val="00D72D7A"/>
    <w:rsid w:val="00D748C8"/>
    <w:rsid w:val="00D75C69"/>
    <w:rsid w:val="00D775B8"/>
    <w:rsid w:val="00D77D2C"/>
    <w:rsid w:val="00D8186A"/>
    <w:rsid w:val="00D8522B"/>
    <w:rsid w:val="00D874A4"/>
    <w:rsid w:val="00D87551"/>
    <w:rsid w:val="00D933A2"/>
    <w:rsid w:val="00D93E08"/>
    <w:rsid w:val="00D962B4"/>
    <w:rsid w:val="00D96D93"/>
    <w:rsid w:val="00D971DC"/>
    <w:rsid w:val="00DA0532"/>
    <w:rsid w:val="00DA0E14"/>
    <w:rsid w:val="00DA1008"/>
    <w:rsid w:val="00DA529D"/>
    <w:rsid w:val="00DB1581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1922"/>
    <w:rsid w:val="00DF4B9E"/>
    <w:rsid w:val="00DF61AC"/>
    <w:rsid w:val="00E00097"/>
    <w:rsid w:val="00E0254A"/>
    <w:rsid w:val="00E028DA"/>
    <w:rsid w:val="00E04B88"/>
    <w:rsid w:val="00E0550D"/>
    <w:rsid w:val="00E152EF"/>
    <w:rsid w:val="00E217A2"/>
    <w:rsid w:val="00E218DB"/>
    <w:rsid w:val="00E23256"/>
    <w:rsid w:val="00E27CB9"/>
    <w:rsid w:val="00E31855"/>
    <w:rsid w:val="00E32359"/>
    <w:rsid w:val="00E3589D"/>
    <w:rsid w:val="00E4290A"/>
    <w:rsid w:val="00E5128B"/>
    <w:rsid w:val="00E5217E"/>
    <w:rsid w:val="00E617FC"/>
    <w:rsid w:val="00E6529E"/>
    <w:rsid w:val="00E66240"/>
    <w:rsid w:val="00E66445"/>
    <w:rsid w:val="00E66CCA"/>
    <w:rsid w:val="00E7483A"/>
    <w:rsid w:val="00E80452"/>
    <w:rsid w:val="00E8049E"/>
    <w:rsid w:val="00E83099"/>
    <w:rsid w:val="00E85A77"/>
    <w:rsid w:val="00E920CF"/>
    <w:rsid w:val="00E94647"/>
    <w:rsid w:val="00EA598F"/>
    <w:rsid w:val="00EB04F7"/>
    <w:rsid w:val="00EB2531"/>
    <w:rsid w:val="00EB3D68"/>
    <w:rsid w:val="00EB4346"/>
    <w:rsid w:val="00EB5495"/>
    <w:rsid w:val="00EC0FF3"/>
    <w:rsid w:val="00EC161C"/>
    <w:rsid w:val="00EC53D7"/>
    <w:rsid w:val="00EC6190"/>
    <w:rsid w:val="00ED07F0"/>
    <w:rsid w:val="00ED4917"/>
    <w:rsid w:val="00EF0640"/>
    <w:rsid w:val="00EF127F"/>
    <w:rsid w:val="00EF161D"/>
    <w:rsid w:val="00EF190B"/>
    <w:rsid w:val="00EF561E"/>
    <w:rsid w:val="00EF5F68"/>
    <w:rsid w:val="00F006F8"/>
    <w:rsid w:val="00F03BF2"/>
    <w:rsid w:val="00F06F66"/>
    <w:rsid w:val="00F070A5"/>
    <w:rsid w:val="00F11011"/>
    <w:rsid w:val="00F124E5"/>
    <w:rsid w:val="00F1354C"/>
    <w:rsid w:val="00F15F05"/>
    <w:rsid w:val="00F2294B"/>
    <w:rsid w:val="00F22F6B"/>
    <w:rsid w:val="00F31FC6"/>
    <w:rsid w:val="00F36A98"/>
    <w:rsid w:val="00F36BF8"/>
    <w:rsid w:val="00F37B76"/>
    <w:rsid w:val="00F4292D"/>
    <w:rsid w:val="00F46813"/>
    <w:rsid w:val="00F47A9E"/>
    <w:rsid w:val="00F516A6"/>
    <w:rsid w:val="00F60ECA"/>
    <w:rsid w:val="00F658E0"/>
    <w:rsid w:val="00F718C8"/>
    <w:rsid w:val="00F728A4"/>
    <w:rsid w:val="00F73150"/>
    <w:rsid w:val="00F843BF"/>
    <w:rsid w:val="00F849C4"/>
    <w:rsid w:val="00F90BD5"/>
    <w:rsid w:val="00F91EB5"/>
    <w:rsid w:val="00F92F66"/>
    <w:rsid w:val="00FB2285"/>
    <w:rsid w:val="00FB38CA"/>
    <w:rsid w:val="00FB3F7F"/>
    <w:rsid w:val="00FC204D"/>
    <w:rsid w:val="00FC32E8"/>
    <w:rsid w:val="00FC41DD"/>
    <w:rsid w:val="00FC5DE3"/>
    <w:rsid w:val="00FC7B45"/>
    <w:rsid w:val="00FC7BB3"/>
    <w:rsid w:val="00FD257D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FFB"/>
    <w:pPr>
      <w:jc w:val="both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List2">
    <w:name w:val="List 2"/>
    <w:basedOn w:val="Normal"/>
    <w:uiPriority w:val="99"/>
    <w:rsid w:val="00854DFD"/>
    <w:pPr>
      <w:spacing w:line="360" w:lineRule="auto"/>
      <w:ind w:firstLine="709"/>
      <w:jc w:val="left"/>
    </w:pPr>
  </w:style>
  <w:style w:type="paragraph" w:styleId="Header">
    <w:name w:val="header"/>
    <w:basedOn w:val="Normal"/>
    <w:link w:val="Head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57B3B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57B3B"/>
    <w:rPr>
      <w:rFonts w:ascii="Calibri" w:hAnsi="Calibri" w:cs="Calibri"/>
    </w:rPr>
  </w:style>
  <w:style w:type="paragraph" w:styleId="ListParagraph">
    <w:name w:val="List Paragraph"/>
    <w:basedOn w:val="Normal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">
    <w:name w:val="обычный_1 Знак Знак Знак Знак Знак Знак Знак Знак Знак"/>
    <w:basedOn w:val="Normal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564D9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">
    <w:name w:val="Заголовок статьи"/>
    <w:basedOn w:val="Normal"/>
    <w:next w:val="Normal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0">
    <w:name w:val="Знак"/>
    <w:basedOn w:val="Normal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65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1248</TotalTime>
  <Pages>2</Pages>
  <Words>922</Words>
  <Characters>5260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59</cp:revision>
  <cp:lastPrinted>2016-12-28T10:08:00Z</cp:lastPrinted>
  <dcterms:created xsi:type="dcterms:W3CDTF">2015-01-21T15:24:00Z</dcterms:created>
  <dcterms:modified xsi:type="dcterms:W3CDTF">2016-12-28T10:08:00Z</dcterms:modified>
</cp:coreProperties>
</file>